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4D7" w:rsidRPr="00126404" w:rsidRDefault="00DA24D7" w:rsidP="001E480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126404">
        <w:rPr>
          <w:rFonts w:ascii="Times New Roman" w:hAnsi="Times New Roman" w:cs="Times New Roman"/>
          <w:b/>
          <w:sz w:val="26"/>
          <w:szCs w:val="26"/>
        </w:rPr>
        <w:t>Категории граждан, имеющих право на получение бесплатной юридической помощи в рамках государственной системы бесплатной юридической помощи при обращении к адвокатам:</w:t>
      </w:r>
    </w:p>
    <w:p w:rsidR="00DA24D7" w:rsidRPr="00126404" w:rsidRDefault="00DA24D7" w:rsidP="001E480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26404">
        <w:rPr>
          <w:sz w:val="26"/>
          <w:szCs w:val="26"/>
        </w:rPr>
        <w:t>1) граждане, среднедушевой доход семей которых ниже величины прожиточного минимума, установленного в Костромской области, либо одиноко проживающие граждане, доходы которых ниже величины прожиточного минимума;</w:t>
      </w:r>
    </w:p>
    <w:p w:rsidR="00DA24D7" w:rsidRPr="00126404" w:rsidRDefault="00DA24D7" w:rsidP="001E480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26404">
        <w:rPr>
          <w:sz w:val="26"/>
          <w:szCs w:val="26"/>
        </w:rPr>
        <w:t>2) инвалиды I и II группы;</w:t>
      </w:r>
    </w:p>
    <w:p w:rsidR="00DA24D7" w:rsidRPr="00126404" w:rsidRDefault="00DA24D7" w:rsidP="001E480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26404">
        <w:rPr>
          <w:sz w:val="26"/>
          <w:szCs w:val="26"/>
        </w:rPr>
        <w:t>3) ветераны Великой Отечественной войны, Герои Российской Федерации, Герои Советского Союза, Герои Социалистического Труда, Герои Труда Российской Федерации;</w:t>
      </w:r>
    </w:p>
    <w:p w:rsidR="00DA24D7" w:rsidRPr="00126404" w:rsidRDefault="00DA24D7" w:rsidP="001E480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26404">
        <w:rPr>
          <w:sz w:val="26"/>
          <w:szCs w:val="26"/>
        </w:rPr>
        <w:t>4) дети-инвалиды, дети-сироты, дети, оставшиеся без попечения родителей, лица из числа детей-сирот и детей, оставшихся без попечения родителей,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детей;</w:t>
      </w:r>
    </w:p>
    <w:p w:rsidR="00DA24D7" w:rsidRPr="00126404" w:rsidRDefault="00DA24D7" w:rsidP="001E480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26404">
        <w:rPr>
          <w:sz w:val="26"/>
          <w:szCs w:val="26"/>
        </w:rPr>
        <w:t>4.1) 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семью;</w:t>
      </w:r>
    </w:p>
    <w:p w:rsidR="00DA24D7" w:rsidRPr="00126404" w:rsidRDefault="00DA24D7" w:rsidP="001E480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26404">
        <w:rPr>
          <w:sz w:val="26"/>
          <w:szCs w:val="26"/>
        </w:rPr>
        <w:t>4.2) 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детей;</w:t>
      </w:r>
    </w:p>
    <w:p w:rsidR="00DA24D7" w:rsidRPr="00126404" w:rsidRDefault="00DA24D7" w:rsidP="001E480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26404">
        <w:rPr>
          <w:sz w:val="26"/>
          <w:szCs w:val="26"/>
        </w:rPr>
        <w:t xml:space="preserve">5) граждане, имеющие право на бесплатную юридическую помощь в соответствии с Федеральным </w:t>
      </w:r>
      <w:hyperlink r:id="rId4" w:history="1">
        <w:r w:rsidRPr="00126404">
          <w:rPr>
            <w:sz w:val="26"/>
            <w:szCs w:val="26"/>
          </w:rPr>
          <w:t>законом</w:t>
        </w:r>
      </w:hyperlink>
      <w:r w:rsidRPr="00126404">
        <w:rPr>
          <w:sz w:val="26"/>
          <w:szCs w:val="26"/>
        </w:rPr>
        <w:t xml:space="preserve"> от 2 августа 1995 года № 122-ФЗ "О социальном обслуживании граждан пожилого возраста и инвалидов";</w:t>
      </w:r>
    </w:p>
    <w:p w:rsidR="00DA24D7" w:rsidRPr="00126404" w:rsidRDefault="00DA24D7" w:rsidP="001E480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26404">
        <w:rPr>
          <w:sz w:val="26"/>
          <w:szCs w:val="26"/>
        </w:rPr>
        <w:t>6) 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судопроизводстве);</w:t>
      </w:r>
    </w:p>
    <w:p w:rsidR="00DA24D7" w:rsidRPr="00126404" w:rsidRDefault="00DA24D7" w:rsidP="001E480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26404">
        <w:rPr>
          <w:sz w:val="26"/>
          <w:szCs w:val="26"/>
        </w:rPr>
        <w:t xml:space="preserve">7) граждане, имеющие право на бесплатную юридическую помощь в соответствии с </w:t>
      </w:r>
      <w:hyperlink r:id="rId5" w:history="1">
        <w:r w:rsidRPr="00126404">
          <w:rPr>
            <w:sz w:val="26"/>
            <w:szCs w:val="26"/>
          </w:rPr>
          <w:t>Законом</w:t>
        </w:r>
      </w:hyperlink>
      <w:r w:rsidRPr="00126404">
        <w:rPr>
          <w:sz w:val="26"/>
          <w:szCs w:val="26"/>
        </w:rPr>
        <w:t xml:space="preserve"> Российской Федерации от 2 июля 1992 года N 3185-1 "О психиатрической помощи и гарантиях прав граждан при ее оказании";</w:t>
      </w:r>
    </w:p>
    <w:p w:rsidR="00DA24D7" w:rsidRPr="00126404" w:rsidRDefault="00DA24D7" w:rsidP="001E480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26404">
        <w:rPr>
          <w:sz w:val="26"/>
          <w:szCs w:val="26"/>
        </w:rPr>
        <w:t>8) граждане, признанные судом недееспособными, а также их законные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граждан;</w:t>
      </w:r>
    </w:p>
    <w:p w:rsidR="00DA24D7" w:rsidRPr="00126404" w:rsidRDefault="00DA24D7" w:rsidP="001E480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26404">
        <w:rPr>
          <w:sz w:val="26"/>
          <w:szCs w:val="26"/>
        </w:rPr>
        <w:t>8.1) граждане, пострадавшие в результате чрезвычайной ситуации:</w:t>
      </w:r>
    </w:p>
    <w:p w:rsidR="00DA24D7" w:rsidRPr="00126404" w:rsidRDefault="00DA24D7" w:rsidP="001E480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26404">
        <w:rPr>
          <w:sz w:val="26"/>
          <w:szCs w:val="26"/>
        </w:rPr>
        <w:t>а) супруг (супруга), состоявший (состоявшая) в зарегистрированном браке с погибшим (умершим) на день гибели (смерти) в результате чрезвычайной ситуации;</w:t>
      </w:r>
    </w:p>
    <w:p w:rsidR="00DA24D7" w:rsidRPr="00126404" w:rsidRDefault="00DA24D7" w:rsidP="001E480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26404">
        <w:rPr>
          <w:sz w:val="26"/>
          <w:szCs w:val="26"/>
        </w:rPr>
        <w:t>б) дети погибшего (умершего) в результате чрезвычайной ситуации;</w:t>
      </w:r>
    </w:p>
    <w:p w:rsidR="00DA24D7" w:rsidRPr="00126404" w:rsidRDefault="00DA24D7" w:rsidP="001E480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26404">
        <w:rPr>
          <w:sz w:val="26"/>
          <w:szCs w:val="26"/>
        </w:rPr>
        <w:t>в) родители погибшего (умершего) в результате чрезвычайной ситуации;</w:t>
      </w:r>
    </w:p>
    <w:p w:rsidR="00DA24D7" w:rsidRPr="00126404" w:rsidRDefault="00DA24D7" w:rsidP="001E480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26404">
        <w:rPr>
          <w:sz w:val="26"/>
          <w:szCs w:val="26"/>
        </w:rPr>
        <w:t>г) лица, находившиеся на полном содержании погибшего (умершего) в результате чрезвычайной ситуации или получавшие от него помощь, которая была для них постоянным и основным источником средств к существованию, а также иные лица, признанные иждивенцами в порядке, установленном законодательством Российской Федерации;</w:t>
      </w:r>
    </w:p>
    <w:p w:rsidR="00DA24D7" w:rsidRPr="00126404" w:rsidRDefault="00DA24D7" w:rsidP="001E480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26404">
        <w:rPr>
          <w:sz w:val="26"/>
          <w:szCs w:val="26"/>
        </w:rPr>
        <w:t>д) граждане, здоровью которых причинен вред в результате чрезвычайной ситуации;</w:t>
      </w:r>
    </w:p>
    <w:p w:rsidR="00DA24D7" w:rsidRPr="00126404" w:rsidRDefault="00DA24D7" w:rsidP="001E480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26404">
        <w:rPr>
          <w:sz w:val="26"/>
          <w:szCs w:val="26"/>
        </w:rPr>
        <w:t>е) граждане, лишившиеся жилого помещения либо утратившие полностью или частично иное имущество либо документы в результате чрезвычайной ситуации;</w:t>
      </w:r>
    </w:p>
    <w:p w:rsidR="00DA24D7" w:rsidRPr="00126404" w:rsidRDefault="00DA24D7" w:rsidP="001E480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26404">
        <w:rPr>
          <w:sz w:val="26"/>
          <w:szCs w:val="26"/>
        </w:rPr>
        <w:t>9) граждане,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федеральными законами и законами Костромской области.</w:t>
      </w:r>
    </w:p>
    <w:p w:rsidR="00DA24D7" w:rsidRPr="001D69B0" w:rsidRDefault="00DA24D7" w:rsidP="001E4805">
      <w:pPr>
        <w:autoSpaceDE w:val="0"/>
        <w:autoSpaceDN w:val="0"/>
        <w:adjustRightInd w:val="0"/>
        <w:ind w:firstLine="540"/>
        <w:jc w:val="both"/>
        <w:rPr>
          <w:b/>
          <w:szCs w:val="24"/>
        </w:rPr>
      </w:pPr>
      <w:r w:rsidRPr="001D69B0">
        <w:rPr>
          <w:b/>
          <w:szCs w:val="24"/>
        </w:rPr>
        <w:t>Для получения бесплатной юридической помощи в рамках государственной системы бесплатной юридической помощи при обращении к адвокату гражданами представляются следующие документы:</w:t>
      </w:r>
    </w:p>
    <w:p w:rsidR="00DA24D7" w:rsidRPr="001D69B0" w:rsidRDefault="00DA24D7" w:rsidP="001E4805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1D69B0">
        <w:rPr>
          <w:szCs w:val="24"/>
        </w:rPr>
        <w:t>1) заявление об оказании бесплатной юридической помощи;</w:t>
      </w:r>
    </w:p>
    <w:p w:rsidR="00DA24D7" w:rsidRPr="001D69B0" w:rsidRDefault="00DA24D7" w:rsidP="001E4805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1D69B0">
        <w:rPr>
          <w:szCs w:val="24"/>
        </w:rPr>
        <w:t>2) паспорт гражданина Российской Федерации или иной документ, удостоверяющий его личность и подтверждающий гражданство Российской Федерации.</w:t>
      </w:r>
    </w:p>
    <w:p w:rsidR="00DA24D7" w:rsidRPr="001D69B0" w:rsidRDefault="00DA24D7" w:rsidP="001E4805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1D69B0">
        <w:rPr>
          <w:szCs w:val="24"/>
        </w:rPr>
        <w:t xml:space="preserve">2. Для получения бесплатной юридической помощи в рамках государственной системы бесплатной юридической помощи при обращении к адвокату, помимо документов, предусмотренных </w:t>
      </w:r>
      <w:hyperlink w:anchor="Par0" w:history="1">
        <w:r w:rsidRPr="001D69B0">
          <w:rPr>
            <w:szCs w:val="24"/>
          </w:rPr>
          <w:t>пунктом 1</w:t>
        </w:r>
      </w:hyperlink>
      <w:r w:rsidRPr="001D69B0">
        <w:rPr>
          <w:szCs w:val="24"/>
        </w:rPr>
        <w:t xml:space="preserve"> настоящего Перечня, гражданами дополнительно представляются:</w:t>
      </w:r>
    </w:p>
    <w:p w:rsidR="00DA24D7" w:rsidRPr="001D69B0" w:rsidRDefault="00DA24D7" w:rsidP="001E4805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1D69B0">
        <w:rPr>
          <w:szCs w:val="24"/>
        </w:rPr>
        <w:t xml:space="preserve">1) малоимущими гражданами - справка органа социальной защиты населения о среднедушевом доходе семьи (одиноко проживающего гражданина), полученном за три последних календарных месяца, предшествующих месяцу обращения к адвокату. Расчет среднедушевого дохода семьи (одиноко проживающего гражданина) производится в соответствии с Федеральным </w:t>
      </w:r>
      <w:hyperlink r:id="rId6" w:history="1">
        <w:r w:rsidRPr="001D69B0">
          <w:rPr>
            <w:szCs w:val="24"/>
          </w:rPr>
          <w:t>законом</w:t>
        </w:r>
      </w:hyperlink>
      <w:r w:rsidRPr="001D69B0">
        <w:rPr>
          <w:szCs w:val="24"/>
        </w:rPr>
        <w:t xml:space="preserve"> от 5 апреля 2003 года N 44-ФЗ "О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помощи";</w:t>
      </w:r>
    </w:p>
    <w:p w:rsidR="00DA24D7" w:rsidRPr="001D69B0" w:rsidRDefault="00DA24D7" w:rsidP="001E4805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1D69B0">
        <w:rPr>
          <w:szCs w:val="24"/>
        </w:rPr>
        <w:t>2) инвалидами I и II группы, детьми-инвалидами - справка, выданная федеральным государственным учреждением медико-социальной экспертизы, подтверждающая факт установления инвалидности;</w:t>
      </w:r>
    </w:p>
    <w:p w:rsidR="00DA24D7" w:rsidRPr="001D69B0" w:rsidRDefault="00DA24D7" w:rsidP="001E4805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1D69B0">
        <w:rPr>
          <w:szCs w:val="24"/>
        </w:rPr>
        <w:t>3) ветеранами Великой Отечественной войны, Героями Российской Федерации, Героями Советского Союза, Героями Социалистического Труда, Героями Труда Российской Федерации - удостоверение, подтверждающее их принадлежность к указанным категориям;</w:t>
      </w:r>
    </w:p>
    <w:p w:rsidR="00DA24D7" w:rsidRPr="001D69B0" w:rsidRDefault="00DA24D7" w:rsidP="001E4805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1D69B0">
        <w:rPr>
          <w:szCs w:val="24"/>
        </w:rPr>
        <w:t>4) детьми-сиротами, детьми, оставшимися без попечения родителей, их представителями - справка, выданная органом опеки и попечительства, подтверждающая указанный статус;</w:t>
      </w:r>
    </w:p>
    <w:p w:rsidR="00DA24D7" w:rsidRPr="001D69B0" w:rsidRDefault="00DA24D7" w:rsidP="001E4805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1D69B0">
        <w:rPr>
          <w:szCs w:val="24"/>
        </w:rPr>
        <w:t>5) лицами пожилого возраста, инвалидами, проживающими в стационарных учреждениях социального обслуживания, - справка, выданная администрацией учреждения, о нахождении гражданина в данном учреждении с указанием статуса гражданина;</w:t>
      </w:r>
    </w:p>
    <w:p w:rsidR="00DA24D7" w:rsidRPr="001D69B0" w:rsidRDefault="00DA24D7" w:rsidP="001E4805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1D69B0">
        <w:rPr>
          <w:szCs w:val="24"/>
        </w:rPr>
        <w:t>6) несовершеннолетними, содержащимися в учреждениях системы профилактики безнадзорности и правонарушений несовершеннолетних, и несовершеннолетними, отбывающими наказание в местах лишения свободы, а также их представителями - справка, выданная администрацией учреждения, о нахождении несовершеннолетнего в данном учреждении;</w:t>
      </w:r>
    </w:p>
    <w:p w:rsidR="00DA24D7" w:rsidRPr="001D69B0" w:rsidRDefault="00DA24D7" w:rsidP="001E4805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1D69B0">
        <w:rPr>
          <w:szCs w:val="24"/>
        </w:rPr>
        <w:t>7) лицами, страдающими психическими расстройствами, - справка, выданная медицинским учреждением, о нахождении гражданина на учете в данном учреждении;</w:t>
      </w:r>
    </w:p>
    <w:p w:rsidR="00DA24D7" w:rsidRPr="001D69B0" w:rsidRDefault="00DA24D7" w:rsidP="001E4805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1D69B0">
        <w:rPr>
          <w:szCs w:val="24"/>
        </w:rPr>
        <w:t>8) гражданами, признанными судом недееспособными, их представителями - решение суда о признании гражданина недееспособным;</w:t>
      </w:r>
    </w:p>
    <w:p w:rsidR="00DA24D7" w:rsidRPr="001D69B0" w:rsidRDefault="00DA24D7" w:rsidP="001E4805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1D69B0">
        <w:rPr>
          <w:szCs w:val="24"/>
        </w:rPr>
        <w:t>9) лицами, желающими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семью, - свидетельство о прохождении подготовки лиц, желающих принять на воспитание в свою семью ребенка, оставшегося без попечения родителей, выданное органами опеки и попечительства;</w:t>
      </w:r>
    </w:p>
    <w:p w:rsidR="00DA24D7" w:rsidRPr="001D69B0" w:rsidRDefault="00DA24D7" w:rsidP="001E4805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1D69B0">
        <w:rPr>
          <w:szCs w:val="24"/>
        </w:rPr>
        <w:t>10) усыновителями,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детей, - свидетельство об усыновлении ребенка.</w:t>
      </w:r>
    </w:p>
    <w:p w:rsidR="00DA24D7" w:rsidRPr="001D69B0" w:rsidRDefault="00DA24D7" w:rsidP="001E4805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1D69B0">
        <w:rPr>
          <w:szCs w:val="24"/>
        </w:rPr>
        <w:t>Документы, предусмотренные настоящим Перечнем, могут быть представлены по просьбе гражданина, имеющего право на получение бесплатной юридической помощи, другим лицом, если гражданин не имеет возможности лично обратиться за получением бесплатной юридической помощи. В этом случае представитель гражданина, помимо указанных в настоящем Перечне документов, представляет документ, удостоверяющий личность, доверенность или документ, подтверждающий права законного представителя.</w:t>
      </w:r>
    </w:p>
    <w:p w:rsidR="00DA24D7" w:rsidRDefault="00DA24D7" w:rsidP="001E4805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1D69B0">
        <w:rPr>
          <w:szCs w:val="24"/>
        </w:rPr>
        <w:t>Для получения бесплатной юридической помощи в рамках государственной системы бесплатной юридической помощи при обращении к адвокату гражданами представляются подлинники документов и их копии, которые заверяются адвокатским образованием.</w:t>
      </w:r>
    </w:p>
    <w:p w:rsidR="00DA24D7" w:rsidRDefault="00DA24D7" w:rsidP="001E4805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Cs w:val="24"/>
        </w:rPr>
      </w:pPr>
    </w:p>
    <w:p w:rsidR="00DA24D7" w:rsidRDefault="00DA24D7" w:rsidP="001E4805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Cs w:val="24"/>
        </w:rPr>
      </w:pPr>
    </w:p>
    <w:p w:rsidR="00DA24D7" w:rsidRPr="001D69B0" w:rsidRDefault="00DA24D7" w:rsidP="001E4805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b/>
          <w:bCs/>
          <w:szCs w:val="24"/>
        </w:rPr>
      </w:pPr>
      <w:r w:rsidRPr="001D69B0">
        <w:rPr>
          <w:szCs w:val="24"/>
        </w:rPr>
        <w:t xml:space="preserve">Юридическая помощь в рамках государственной системы бесплатной юридической помощи гражданам Российской Федерации на территории Костромской области </w:t>
      </w:r>
      <w:r w:rsidRPr="001D69B0">
        <w:rPr>
          <w:b/>
          <w:szCs w:val="24"/>
        </w:rPr>
        <w:t xml:space="preserve">оказывается исключительно по тем вопросам, которые определены </w:t>
      </w:r>
      <w:r w:rsidRPr="001D69B0">
        <w:rPr>
          <w:b/>
          <w:bCs/>
          <w:szCs w:val="24"/>
        </w:rPr>
        <w:t xml:space="preserve">Федеральным законом от 21.11.2011 № 324-ФЗ «О бесплатной юридической помощи в Российской Федерации». </w:t>
      </w:r>
    </w:p>
    <w:p w:rsidR="00DA24D7" w:rsidRPr="001D69B0" w:rsidRDefault="00DA24D7" w:rsidP="001E480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1D69B0">
        <w:rPr>
          <w:bCs/>
          <w:szCs w:val="24"/>
        </w:rPr>
        <w:t>1) заключение, изменение, расторжение, признание недействительными сделок с недвижимым имуществом, государственная регистрация прав на недвижимое имущество и сделок с ним (</w:t>
      </w:r>
      <w:r w:rsidRPr="001D69B0">
        <w:rPr>
          <w:bCs/>
          <w:szCs w:val="24"/>
          <w:u w:val="single"/>
        </w:rPr>
        <w:t>в случае, если квартира, жилой дом или их части являются единственным жилым помещением гражданина и его семьи</w:t>
      </w:r>
      <w:r w:rsidRPr="001D69B0">
        <w:rPr>
          <w:bCs/>
          <w:szCs w:val="24"/>
        </w:rPr>
        <w:t>);</w:t>
      </w:r>
    </w:p>
    <w:p w:rsidR="00DA24D7" w:rsidRPr="001D69B0" w:rsidRDefault="00DA24D7" w:rsidP="001E480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1D69B0">
        <w:rPr>
          <w:bCs/>
          <w:szCs w:val="24"/>
        </w:rPr>
        <w:t>2) признание права на жилое помещение, предоставление жилого помещения по договору социального найма, договору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расторжение и прекращение договора социального найма жилого помещения, выселение из жилого помещения (</w:t>
      </w:r>
      <w:r w:rsidRPr="001D69B0">
        <w:rPr>
          <w:bCs/>
          <w:szCs w:val="24"/>
          <w:u w:val="single"/>
        </w:rPr>
        <w:t>в случае, если квартира, жилой дом или их части являются единственным жилым помещением гражданина и его семьи</w:t>
      </w:r>
      <w:r w:rsidRPr="001D69B0">
        <w:rPr>
          <w:bCs/>
          <w:szCs w:val="24"/>
        </w:rPr>
        <w:t>), расторжение и прекращение договора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выселение из указанного жилого помещения;</w:t>
      </w:r>
    </w:p>
    <w:p w:rsidR="00DA24D7" w:rsidRPr="001D69B0" w:rsidRDefault="00DA24D7" w:rsidP="001E480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1D69B0">
        <w:rPr>
          <w:bCs/>
          <w:szCs w:val="24"/>
        </w:rPr>
        <w:t>3) признание и сохранение права собственности на земельный участок, права постоянного (бессрочного) пользования, а также права пожизненного наследуемого владения земельным участком (</w:t>
      </w:r>
      <w:r w:rsidRPr="001D69B0">
        <w:rPr>
          <w:bCs/>
          <w:szCs w:val="24"/>
          <w:u w:val="single"/>
        </w:rPr>
        <w:t>в случае, если на спорном земельном участке или его части находятся жилой дом или его часть, являющиеся единственным жилым помещением гражданина и его семьи</w:t>
      </w:r>
      <w:r w:rsidRPr="001D69B0">
        <w:rPr>
          <w:bCs/>
          <w:szCs w:val="24"/>
        </w:rPr>
        <w:t>);</w:t>
      </w:r>
    </w:p>
    <w:p w:rsidR="00DA24D7" w:rsidRPr="001D69B0" w:rsidRDefault="00DA24D7" w:rsidP="001E480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1D69B0">
        <w:rPr>
          <w:bCs/>
          <w:szCs w:val="24"/>
        </w:rPr>
        <w:t>4) защита прав потребителей (</w:t>
      </w:r>
      <w:r w:rsidRPr="001D69B0">
        <w:rPr>
          <w:bCs/>
          <w:szCs w:val="24"/>
          <w:u w:val="single"/>
        </w:rPr>
        <w:t>в части предоставления коммунальных услуг</w:t>
      </w:r>
      <w:r w:rsidRPr="001D69B0">
        <w:rPr>
          <w:bCs/>
          <w:szCs w:val="24"/>
        </w:rPr>
        <w:t>);</w:t>
      </w:r>
    </w:p>
    <w:p w:rsidR="00DA24D7" w:rsidRPr="001D69B0" w:rsidRDefault="00DA24D7" w:rsidP="001E480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1D69B0">
        <w:rPr>
          <w:bCs/>
          <w:szCs w:val="24"/>
        </w:rPr>
        <w:t xml:space="preserve">5) отказ работодателя в заключении трудового договора, нарушающий гарантии, установленные Трудовым </w:t>
      </w:r>
      <w:hyperlink r:id="rId7" w:history="1">
        <w:r w:rsidRPr="001D69B0">
          <w:rPr>
            <w:bCs/>
            <w:szCs w:val="24"/>
          </w:rPr>
          <w:t>кодексом</w:t>
        </w:r>
      </w:hyperlink>
      <w:r w:rsidRPr="001D69B0">
        <w:rPr>
          <w:bCs/>
          <w:szCs w:val="24"/>
        </w:rPr>
        <w:t xml:space="preserve"> Российской Федерации, восстановление на работе, взыскание заработка, в том числе за время вынужденного прогула, компенсации морального вреда, причиненного неправомерными действиями (бездействием) работодателя;</w:t>
      </w:r>
    </w:p>
    <w:p w:rsidR="00DA24D7" w:rsidRPr="001D69B0" w:rsidRDefault="00DA24D7" w:rsidP="001E480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1D69B0">
        <w:rPr>
          <w:bCs/>
          <w:szCs w:val="24"/>
        </w:rPr>
        <w:t>6) признание гражданина безработным и установление пособия по безработице;</w:t>
      </w:r>
    </w:p>
    <w:p w:rsidR="00DA24D7" w:rsidRPr="001D69B0" w:rsidRDefault="00DA24D7" w:rsidP="001E480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1D69B0">
        <w:rPr>
          <w:bCs/>
          <w:szCs w:val="24"/>
        </w:rPr>
        <w:t>7) возмещение вреда, причиненного смертью кормильца, увечьем или иным повреждением здоровья, связанным с трудовой деятельностью;</w:t>
      </w:r>
    </w:p>
    <w:p w:rsidR="00DA24D7" w:rsidRPr="001D69B0" w:rsidRDefault="00DA24D7" w:rsidP="001E480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1D69B0">
        <w:rPr>
          <w:bCs/>
          <w:szCs w:val="24"/>
        </w:rPr>
        <w:t>8) предоставление мер социальной поддержки, оказание малоимущим гражданам государственной социальной помощи, предоставление субсидий на оплату жилого помещения и коммунальных услуг;</w:t>
      </w:r>
    </w:p>
    <w:p w:rsidR="00DA24D7" w:rsidRPr="001D69B0" w:rsidRDefault="00DA24D7" w:rsidP="001E480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1D69B0">
        <w:rPr>
          <w:bCs/>
          <w:szCs w:val="24"/>
        </w:rPr>
        <w:t>9) назначение, перерасчет и взыскание трудовых пенсий по старости, пенсий по инвалидности и по случаю потери кормильца, пособий по временной нетрудоспособности, беременности и родам, безработице, в связи с трудовым увечьем или профессиональным заболеванием, единовременного пособия при рождении ребенка, ежемесячного пособия по уходу за ребенком, социального пособия на погребение;</w:t>
      </w:r>
    </w:p>
    <w:p w:rsidR="00DA24D7" w:rsidRPr="001D69B0" w:rsidRDefault="00DA24D7" w:rsidP="001E480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1D69B0">
        <w:rPr>
          <w:bCs/>
          <w:szCs w:val="24"/>
        </w:rPr>
        <w:t>10) установление и оспаривание отцовства (материнства), взыскание алиментов;</w:t>
      </w:r>
    </w:p>
    <w:p w:rsidR="00DA24D7" w:rsidRPr="001D69B0" w:rsidRDefault="00DA24D7" w:rsidP="001E480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1D69B0">
        <w:rPr>
          <w:bCs/>
          <w:szCs w:val="24"/>
        </w:rPr>
        <w:t>10.1) установление усыновления, опеки или попечительства над детьми-сиротами и детьми, оставшимися без попечения родителей, заключение договора об осуществлении опеки или попечительства над такими детьми;</w:t>
      </w:r>
    </w:p>
    <w:p w:rsidR="00DA24D7" w:rsidRPr="001D69B0" w:rsidRDefault="00DA24D7" w:rsidP="001E480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1D69B0">
        <w:rPr>
          <w:bCs/>
          <w:szCs w:val="24"/>
        </w:rPr>
        <w:t>10.2) 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DA24D7" w:rsidRPr="001D69B0" w:rsidRDefault="00DA24D7" w:rsidP="001E480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1D69B0">
        <w:rPr>
          <w:bCs/>
          <w:szCs w:val="24"/>
        </w:rPr>
        <w:t>11) реабилитация граждан, пострадавших от политических репрессий;</w:t>
      </w:r>
    </w:p>
    <w:p w:rsidR="00DA24D7" w:rsidRPr="001D69B0" w:rsidRDefault="00DA24D7" w:rsidP="001E480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1D69B0">
        <w:rPr>
          <w:bCs/>
          <w:szCs w:val="24"/>
        </w:rPr>
        <w:t>12) ограничение дееспособности;</w:t>
      </w:r>
    </w:p>
    <w:p w:rsidR="00DA24D7" w:rsidRPr="001D69B0" w:rsidRDefault="00DA24D7" w:rsidP="001E480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1D69B0">
        <w:rPr>
          <w:bCs/>
          <w:szCs w:val="24"/>
        </w:rPr>
        <w:t>13) обжалование нарушений прав и свобод граждан при оказании психиатрической помощи;</w:t>
      </w:r>
    </w:p>
    <w:p w:rsidR="00DA24D7" w:rsidRPr="001D69B0" w:rsidRDefault="00DA24D7" w:rsidP="001E480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1D69B0">
        <w:rPr>
          <w:bCs/>
          <w:szCs w:val="24"/>
        </w:rPr>
        <w:t>14) медико-социальная экспертиза и реабилитация инвалидов;</w:t>
      </w:r>
    </w:p>
    <w:p w:rsidR="00DA24D7" w:rsidRDefault="00DA24D7" w:rsidP="001E480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1D69B0">
        <w:rPr>
          <w:bCs/>
          <w:szCs w:val="24"/>
        </w:rPr>
        <w:t>15) обжалование во внесудебном порядке актов органов государственной власти, органов местного самоуправления и должностных лиц.</w:t>
      </w:r>
    </w:p>
    <w:p w:rsidR="00DA24D7" w:rsidRPr="001D69B0" w:rsidRDefault="00DA24D7" w:rsidP="001E480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1D69B0">
        <w:rPr>
          <w:b/>
          <w:szCs w:val="24"/>
        </w:rPr>
        <w:t>По вопросам, выходящим за рамки перечня видов бесплатной юридической помощи</w:t>
      </w:r>
      <w:r w:rsidRPr="001D69B0">
        <w:rPr>
          <w:szCs w:val="24"/>
        </w:rPr>
        <w:t xml:space="preserve"> </w:t>
      </w:r>
      <w:r w:rsidRPr="001D69B0">
        <w:rPr>
          <w:b/>
          <w:szCs w:val="24"/>
        </w:rPr>
        <w:t>бесплатная</w:t>
      </w:r>
      <w:r w:rsidRPr="001D69B0">
        <w:rPr>
          <w:szCs w:val="24"/>
        </w:rPr>
        <w:t xml:space="preserve"> </w:t>
      </w:r>
      <w:r w:rsidRPr="001D69B0">
        <w:rPr>
          <w:b/>
          <w:szCs w:val="24"/>
        </w:rPr>
        <w:t>юридическая помощь не оказывается.</w:t>
      </w:r>
    </w:p>
    <w:p w:rsidR="00DA24D7" w:rsidRDefault="00DA24D7"/>
    <w:sectPr w:rsidR="00DA24D7" w:rsidSect="0000137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4805"/>
    <w:rsid w:val="0000137D"/>
    <w:rsid w:val="000D084C"/>
    <w:rsid w:val="00126404"/>
    <w:rsid w:val="001D69B0"/>
    <w:rsid w:val="001E4805"/>
    <w:rsid w:val="00DA24D7"/>
    <w:rsid w:val="00DF35F1"/>
    <w:rsid w:val="00E25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805"/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E4805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9E7E49BE986A4479CA3084C207F936966552D7BCBCC127FBBACF4D6EAX2Y9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AD37C03C17B0D7D64A5AA7980301062A18EEC8FC7546D37862ABE6BE6S2aEF" TargetMode="External"/><Relationship Id="rId5" Type="http://schemas.openxmlformats.org/officeDocument/2006/relationships/hyperlink" Target="consultantplus://offline/ref=5B48FC1497FA6E2DC0236DB8EEE7B6683E9C3C3C605FA00C8EC4DB77735A1EFD1176B4D72Br6H" TargetMode="External"/><Relationship Id="rId4" Type="http://schemas.openxmlformats.org/officeDocument/2006/relationships/hyperlink" Target="consultantplus://offline/ref=5B48FC1497FA6E2DC0236DB8EEE7B6683E9F313C6D5FA00C8EC4DB77735A1EFD1176B4D72BrAH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1765</Words>
  <Characters>10062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Customer</cp:lastModifiedBy>
  <cp:revision>3</cp:revision>
  <dcterms:created xsi:type="dcterms:W3CDTF">2015-03-04T08:25:00Z</dcterms:created>
  <dcterms:modified xsi:type="dcterms:W3CDTF">2015-03-06T11:42:00Z</dcterms:modified>
</cp:coreProperties>
</file>